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B79" w:rsidRDefault="003B1B79" w:rsidP="009A72A5">
      <w:pPr>
        <w:jc w:val="center"/>
        <w:rPr>
          <w:sz w:val="28"/>
          <w:szCs w:val="28"/>
        </w:rPr>
      </w:pPr>
    </w:p>
    <w:p w:rsidR="003B1B79" w:rsidRDefault="003B1B79" w:rsidP="009A72A5">
      <w:pPr>
        <w:jc w:val="center"/>
        <w:rPr>
          <w:sz w:val="28"/>
          <w:szCs w:val="28"/>
        </w:rPr>
      </w:pPr>
      <w:r w:rsidRPr="008E6437">
        <w:rPr>
          <w:sz w:val="28"/>
          <w:szCs w:val="28"/>
        </w:rPr>
        <w:t>мэрия городского округа Тольятти</w:t>
      </w:r>
    </w:p>
    <w:p w:rsidR="003B1B79" w:rsidRDefault="003B1B79" w:rsidP="009A72A5">
      <w:pPr>
        <w:jc w:val="center"/>
        <w:rPr>
          <w:sz w:val="28"/>
          <w:szCs w:val="28"/>
        </w:rPr>
      </w:pPr>
    </w:p>
    <w:p w:rsidR="003B1B79" w:rsidRDefault="003B1B79" w:rsidP="009A72A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B1B79" w:rsidRDefault="003B1B79" w:rsidP="009A72A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21.02.2011 г. 504-п/1</w:t>
      </w:r>
    </w:p>
    <w:p w:rsidR="003B1B79" w:rsidRDefault="003B1B79" w:rsidP="009A72A5">
      <w:pPr>
        <w:jc w:val="center"/>
        <w:rPr>
          <w:sz w:val="28"/>
          <w:szCs w:val="28"/>
        </w:rPr>
      </w:pPr>
    </w:p>
    <w:p w:rsidR="003B1B79" w:rsidRDefault="003B1B79" w:rsidP="009A72A5">
      <w:pPr>
        <w:jc w:val="center"/>
        <w:rPr>
          <w:sz w:val="28"/>
          <w:szCs w:val="28"/>
        </w:rPr>
      </w:pPr>
    </w:p>
    <w:p w:rsidR="003B1B79" w:rsidRDefault="003B1B79" w:rsidP="009A72A5">
      <w:pPr>
        <w:jc w:val="center"/>
        <w:rPr>
          <w:sz w:val="28"/>
          <w:szCs w:val="28"/>
        </w:rPr>
      </w:pPr>
    </w:p>
    <w:p w:rsidR="003B1B79" w:rsidRPr="009A72A5" w:rsidRDefault="003B1B79" w:rsidP="009A72A5">
      <w:pPr>
        <w:jc w:val="center"/>
        <w:rPr>
          <w:sz w:val="30"/>
          <w:szCs w:val="30"/>
        </w:rPr>
      </w:pPr>
    </w:p>
    <w:p w:rsidR="003B1B79" w:rsidRPr="009A72A5" w:rsidRDefault="003B1B79" w:rsidP="009A72A5">
      <w:pPr>
        <w:jc w:val="center"/>
        <w:rPr>
          <w:sz w:val="30"/>
          <w:szCs w:val="30"/>
        </w:rPr>
      </w:pPr>
    </w:p>
    <w:p w:rsidR="003B1B79" w:rsidRPr="009A72A5" w:rsidRDefault="003B1B79" w:rsidP="009A72A5">
      <w:pPr>
        <w:jc w:val="center"/>
        <w:rPr>
          <w:sz w:val="30"/>
          <w:szCs w:val="30"/>
        </w:rPr>
      </w:pPr>
    </w:p>
    <w:p w:rsidR="003B1B79" w:rsidRDefault="003B1B79" w:rsidP="009A72A5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муниципальных заданий</w:t>
      </w:r>
    </w:p>
    <w:p w:rsidR="003B1B79" w:rsidRDefault="003B1B79" w:rsidP="009A72A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Муниципальному учреждению городского округа Тольятти</w:t>
      </w:r>
    </w:p>
    <w:p w:rsidR="003B1B79" w:rsidRPr="00D85F29" w:rsidRDefault="003B1B79" w:rsidP="009A72A5">
      <w:pPr>
        <w:jc w:val="center"/>
        <w:rPr>
          <w:sz w:val="28"/>
          <w:szCs w:val="28"/>
        </w:rPr>
      </w:pPr>
      <w:r>
        <w:rPr>
          <w:sz w:val="28"/>
          <w:szCs w:val="28"/>
        </w:rPr>
        <w:t>«Тольятти-Транс-Навигация» на 2011 год</w:t>
      </w:r>
    </w:p>
    <w:p w:rsidR="003B1B79" w:rsidRPr="009A72A5" w:rsidRDefault="003B1B79" w:rsidP="009A72A5">
      <w:pPr>
        <w:jc w:val="center"/>
        <w:rPr>
          <w:sz w:val="20"/>
          <w:szCs w:val="20"/>
        </w:rPr>
      </w:pPr>
    </w:p>
    <w:p w:rsidR="003B1B79" w:rsidRPr="009A72A5" w:rsidRDefault="003B1B79" w:rsidP="009A72A5">
      <w:pPr>
        <w:jc w:val="center"/>
        <w:rPr>
          <w:sz w:val="20"/>
          <w:szCs w:val="20"/>
        </w:rPr>
      </w:pPr>
    </w:p>
    <w:p w:rsidR="003B1B79" w:rsidRPr="0036182A" w:rsidRDefault="003B1B79" w:rsidP="009A72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5F29">
        <w:rPr>
          <w:sz w:val="28"/>
          <w:szCs w:val="28"/>
        </w:rPr>
        <w:t>В с</w:t>
      </w:r>
      <w:r>
        <w:rPr>
          <w:sz w:val="28"/>
          <w:szCs w:val="28"/>
        </w:rPr>
        <w:t>оответствии с Бюджетным кодексом РФ, постановлением мэрии городского округа Тольятти от 06.12.2010 г. № 3569-п/1</w:t>
      </w:r>
      <w:r w:rsidRPr="00394646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Порядка формирования и финансового обеспечения выполнения муниципального задания на оказание муниципальных услуг и выполнения работ отраслевыми (функциональными) органами мэрии и муниципальными учреждениями городского округа Тольятти», решением Думы городского округа Тольятти от 15.12.2010 г. № 425 «О бюджете городского округа Тольятти на 20</w:t>
      </w:r>
      <w:r w:rsidRPr="00F1626B">
        <w:rPr>
          <w:sz w:val="28"/>
          <w:szCs w:val="28"/>
        </w:rPr>
        <w:t>1</w:t>
      </w:r>
      <w:r>
        <w:rPr>
          <w:sz w:val="28"/>
          <w:szCs w:val="28"/>
        </w:rPr>
        <w:t xml:space="preserve">1 год и на плановый период 2012 и 2013 годов», Уставом городского округа Тольятти, мэрия городского округа Тольятти ПОСТАНОВЛЯЕТ: </w:t>
      </w:r>
    </w:p>
    <w:p w:rsidR="003B1B79" w:rsidRDefault="003B1B79" w:rsidP="009A72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муниципальные задания на оказание муниципальных услуг</w:t>
      </w:r>
      <w:r w:rsidRPr="008D53F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 учреждению городского округа Тольятти «Тольятти-Транс-Навигация» на 2011 год согласно приложениям №№ 1, 2 к настоящему постановлению.</w:t>
      </w:r>
    </w:p>
    <w:p w:rsidR="003B1B79" w:rsidRDefault="003B1B79" w:rsidP="009A72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приложения №№ 2, 3, 5, 6 к постановлению мэрии городского округа Тольятти от 17.02.2010 г. № 374-п/1 «Об утверждении муниципального задания МУ «Тольятти-Транс-Навигация» на 2010 год и на плановый период 2011-2012 годов».</w:t>
      </w:r>
    </w:p>
    <w:p w:rsidR="003B1B79" w:rsidRDefault="003B1B79" w:rsidP="009A72A5">
      <w:pPr>
        <w:rPr>
          <w:sz w:val="28"/>
          <w:szCs w:val="28"/>
        </w:rPr>
      </w:pPr>
    </w:p>
    <w:p w:rsidR="003B1B79" w:rsidRDefault="003B1B79" w:rsidP="009A72A5">
      <w:pPr>
        <w:rPr>
          <w:sz w:val="28"/>
          <w:szCs w:val="28"/>
        </w:rPr>
      </w:pPr>
    </w:p>
    <w:p w:rsidR="003B1B79" w:rsidRDefault="003B1B79" w:rsidP="009A72A5">
      <w:pPr>
        <w:rPr>
          <w:sz w:val="28"/>
          <w:szCs w:val="28"/>
        </w:rPr>
      </w:pPr>
      <w:r>
        <w:rPr>
          <w:sz w:val="28"/>
          <w:szCs w:val="28"/>
        </w:rPr>
        <w:t xml:space="preserve">Мэр    </w:t>
      </w:r>
      <w:r w:rsidRPr="00361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Pr="0036182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</w:t>
      </w:r>
      <w:r w:rsidRPr="0036182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</w:t>
      </w:r>
      <w:r w:rsidRPr="00361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6182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А.Н.Пушков</w:t>
      </w:r>
    </w:p>
    <w:sectPr w:rsidR="003B1B79" w:rsidSect="009A72A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B79" w:rsidRDefault="003B1B79" w:rsidP="004137D9">
      <w:r>
        <w:separator/>
      </w:r>
    </w:p>
  </w:endnote>
  <w:endnote w:type="continuationSeparator" w:id="1">
    <w:p w:rsidR="003B1B79" w:rsidRDefault="003B1B79" w:rsidP="00413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B79" w:rsidRDefault="003B1B79" w:rsidP="004137D9">
      <w:r>
        <w:separator/>
      </w:r>
    </w:p>
  </w:footnote>
  <w:footnote w:type="continuationSeparator" w:id="1">
    <w:p w:rsidR="003B1B79" w:rsidRDefault="003B1B79" w:rsidP="00413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B79" w:rsidRDefault="003B1B79">
    <w:pPr>
      <w:pStyle w:val="Header"/>
      <w:jc w:val="center"/>
    </w:pPr>
  </w:p>
  <w:p w:rsidR="003B1B79" w:rsidRDefault="003B1B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36BE3"/>
    <w:multiLevelType w:val="hybridMultilevel"/>
    <w:tmpl w:val="FA9866A2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">
    <w:nsid w:val="28130B8A"/>
    <w:multiLevelType w:val="hybridMultilevel"/>
    <w:tmpl w:val="B31A9E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E6053E5"/>
    <w:multiLevelType w:val="hybridMultilevel"/>
    <w:tmpl w:val="6BAE4F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0386669"/>
    <w:multiLevelType w:val="hybridMultilevel"/>
    <w:tmpl w:val="418C295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2883EFD"/>
    <w:multiLevelType w:val="hybridMultilevel"/>
    <w:tmpl w:val="41FA7A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F4840D9"/>
    <w:multiLevelType w:val="singleLevel"/>
    <w:tmpl w:val="BBB2366C"/>
    <w:lvl w:ilvl="0">
      <w:start w:val="1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9E8"/>
    <w:rsid w:val="00007886"/>
    <w:rsid w:val="00032E1C"/>
    <w:rsid w:val="00036825"/>
    <w:rsid w:val="00074B3F"/>
    <w:rsid w:val="00080329"/>
    <w:rsid w:val="00086CA0"/>
    <w:rsid w:val="0008757E"/>
    <w:rsid w:val="000960D1"/>
    <w:rsid w:val="000A06E6"/>
    <w:rsid w:val="000A35C5"/>
    <w:rsid w:val="000A699C"/>
    <w:rsid w:val="000C1F8D"/>
    <w:rsid w:val="000C6291"/>
    <w:rsid w:val="000D2274"/>
    <w:rsid w:val="000E009C"/>
    <w:rsid w:val="0010198E"/>
    <w:rsid w:val="00107F0E"/>
    <w:rsid w:val="00111D95"/>
    <w:rsid w:val="00131878"/>
    <w:rsid w:val="0013196A"/>
    <w:rsid w:val="00151A42"/>
    <w:rsid w:val="001520FF"/>
    <w:rsid w:val="00157FEC"/>
    <w:rsid w:val="00166491"/>
    <w:rsid w:val="00180F8D"/>
    <w:rsid w:val="001901BE"/>
    <w:rsid w:val="001A2976"/>
    <w:rsid w:val="001A7A9B"/>
    <w:rsid w:val="001C3944"/>
    <w:rsid w:val="001E0740"/>
    <w:rsid w:val="00204459"/>
    <w:rsid w:val="00205B7F"/>
    <w:rsid w:val="00215043"/>
    <w:rsid w:val="00217C37"/>
    <w:rsid w:val="0022081D"/>
    <w:rsid w:val="00224322"/>
    <w:rsid w:val="00224E8E"/>
    <w:rsid w:val="00232CFD"/>
    <w:rsid w:val="00240A37"/>
    <w:rsid w:val="002433EC"/>
    <w:rsid w:val="002470E9"/>
    <w:rsid w:val="0025053F"/>
    <w:rsid w:val="0025256E"/>
    <w:rsid w:val="0025429D"/>
    <w:rsid w:val="00262A02"/>
    <w:rsid w:val="00273C39"/>
    <w:rsid w:val="00275090"/>
    <w:rsid w:val="0027789C"/>
    <w:rsid w:val="00283582"/>
    <w:rsid w:val="002A7AD6"/>
    <w:rsid w:val="002C290A"/>
    <w:rsid w:val="00300BF5"/>
    <w:rsid w:val="0033569E"/>
    <w:rsid w:val="00353C69"/>
    <w:rsid w:val="0036182A"/>
    <w:rsid w:val="00363015"/>
    <w:rsid w:val="0036750A"/>
    <w:rsid w:val="00373196"/>
    <w:rsid w:val="00377578"/>
    <w:rsid w:val="00382B2D"/>
    <w:rsid w:val="003925E9"/>
    <w:rsid w:val="00392964"/>
    <w:rsid w:val="0039364F"/>
    <w:rsid w:val="00394646"/>
    <w:rsid w:val="00396099"/>
    <w:rsid w:val="003A0CAB"/>
    <w:rsid w:val="003B1B79"/>
    <w:rsid w:val="003B5E0B"/>
    <w:rsid w:val="003C4F77"/>
    <w:rsid w:val="00410A22"/>
    <w:rsid w:val="00412C6A"/>
    <w:rsid w:val="004137D9"/>
    <w:rsid w:val="0041592E"/>
    <w:rsid w:val="00433749"/>
    <w:rsid w:val="004359D4"/>
    <w:rsid w:val="0043619D"/>
    <w:rsid w:val="00437911"/>
    <w:rsid w:val="00442E51"/>
    <w:rsid w:val="00443D96"/>
    <w:rsid w:val="00452454"/>
    <w:rsid w:val="0046663F"/>
    <w:rsid w:val="00466A65"/>
    <w:rsid w:val="00480886"/>
    <w:rsid w:val="004854E6"/>
    <w:rsid w:val="0049298B"/>
    <w:rsid w:val="00492ECE"/>
    <w:rsid w:val="004A223E"/>
    <w:rsid w:val="004A2B02"/>
    <w:rsid w:val="004A3264"/>
    <w:rsid w:val="004A49C6"/>
    <w:rsid w:val="004A6932"/>
    <w:rsid w:val="004C529F"/>
    <w:rsid w:val="004C6296"/>
    <w:rsid w:val="004D759B"/>
    <w:rsid w:val="004D779B"/>
    <w:rsid w:val="004F00AA"/>
    <w:rsid w:val="004F08D4"/>
    <w:rsid w:val="004F2CDC"/>
    <w:rsid w:val="0050401D"/>
    <w:rsid w:val="005072D0"/>
    <w:rsid w:val="0051264D"/>
    <w:rsid w:val="00515F21"/>
    <w:rsid w:val="00525A2E"/>
    <w:rsid w:val="00546044"/>
    <w:rsid w:val="00546B1E"/>
    <w:rsid w:val="00551C66"/>
    <w:rsid w:val="00571438"/>
    <w:rsid w:val="00575343"/>
    <w:rsid w:val="00587B1F"/>
    <w:rsid w:val="005932FB"/>
    <w:rsid w:val="005A0116"/>
    <w:rsid w:val="005A4095"/>
    <w:rsid w:val="005B1221"/>
    <w:rsid w:val="005B19AE"/>
    <w:rsid w:val="005C15FD"/>
    <w:rsid w:val="005C1C07"/>
    <w:rsid w:val="005C2D14"/>
    <w:rsid w:val="005C736A"/>
    <w:rsid w:val="005D1AFB"/>
    <w:rsid w:val="005D1C47"/>
    <w:rsid w:val="005E53DD"/>
    <w:rsid w:val="005E751C"/>
    <w:rsid w:val="005E7742"/>
    <w:rsid w:val="00602E77"/>
    <w:rsid w:val="00605132"/>
    <w:rsid w:val="00607307"/>
    <w:rsid w:val="006142FA"/>
    <w:rsid w:val="006158CA"/>
    <w:rsid w:val="0062038D"/>
    <w:rsid w:val="00623299"/>
    <w:rsid w:val="00627443"/>
    <w:rsid w:val="00652C9E"/>
    <w:rsid w:val="00654DA4"/>
    <w:rsid w:val="006740D8"/>
    <w:rsid w:val="006976B1"/>
    <w:rsid w:val="006A0817"/>
    <w:rsid w:val="006A71C0"/>
    <w:rsid w:val="006B04BF"/>
    <w:rsid w:val="006B1BE6"/>
    <w:rsid w:val="006C555A"/>
    <w:rsid w:val="006C7637"/>
    <w:rsid w:val="006E3749"/>
    <w:rsid w:val="006E65E0"/>
    <w:rsid w:val="006F4BAA"/>
    <w:rsid w:val="006F5899"/>
    <w:rsid w:val="00703B76"/>
    <w:rsid w:val="00715FD2"/>
    <w:rsid w:val="007278D1"/>
    <w:rsid w:val="00732508"/>
    <w:rsid w:val="0073438E"/>
    <w:rsid w:val="00747F26"/>
    <w:rsid w:val="007560B5"/>
    <w:rsid w:val="007665DE"/>
    <w:rsid w:val="007847F7"/>
    <w:rsid w:val="007A12EA"/>
    <w:rsid w:val="007A206F"/>
    <w:rsid w:val="007B1357"/>
    <w:rsid w:val="007B782B"/>
    <w:rsid w:val="007D02F7"/>
    <w:rsid w:val="007D4C28"/>
    <w:rsid w:val="007D661F"/>
    <w:rsid w:val="00800DBF"/>
    <w:rsid w:val="008027DD"/>
    <w:rsid w:val="00802B44"/>
    <w:rsid w:val="008037DC"/>
    <w:rsid w:val="008068A3"/>
    <w:rsid w:val="0080728D"/>
    <w:rsid w:val="008303FF"/>
    <w:rsid w:val="00842B5B"/>
    <w:rsid w:val="00843BBF"/>
    <w:rsid w:val="008516D0"/>
    <w:rsid w:val="008535A4"/>
    <w:rsid w:val="00871779"/>
    <w:rsid w:val="00885091"/>
    <w:rsid w:val="00892AA9"/>
    <w:rsid w:val="008A5AD3"/>
    <w:rsid w:val="008A7928"/>
    <w:rsid w:val="008B3617"/>
    <w:rsid w:val="008B5B82"/>
    <w:rsid w:val="008C0C85"/>
    <w:rsid w:val="008C3D81"/>
    <w:rsid w:val="008D0640"/>
    <w:rsid w:val="008D4D64"/>
    <w:rsid w:val="008D53FB"/>
    <w:rsid w:val="008D5BA9"/>
    <w:rsid w:val="008E0A23"/>
    <w:rsid w:val="008E6437"/>
    <w:rsid w:val="008E795F"/>
    <w:rsid w:val="008E7ACF"/>
    <w:rsid w:val="008F0981"/>
    <w:rsid w:val="008F11B2"/>
    <w:rsid w:val="00903812"/>
    <w:rsid w:val="00912CF9"/>
    <w:rsid w:val="00917E7E"/>
    <w:rsid w:val="00931118"/>
    <w:rsid w:val="009317D8"/>
    <w:rsid w:val="00933F1E"/>
    <w:rsid w:val="00940840"/>
    <w:rsid w:val="00940C90"/>
    <w:rsid w:val="00942519"/>
    <w:rsid w:val="00943C17"/>
    <w:rsid w:val="009475BA"/>
    <w:rsid w:val="009514EB"/>
    <w:rsid w:val="00960CC6"/>
    <w:rsid w:val="009948D3"/>
    <w:rsid w:val="00995CF6"/>
    <w:rsid w:val="009A72A5"/>
    <w:rsid w:val="009B12F7"/>
    <w:rsid w:val="009B6D72"/>
    <w:rsid w:val="009C2A2A"/>
    <w:rsid w:val="009C3BB0"/>
    <w:rsid w:val="009C6AE3"/>
    <w:rsid w:val="009D5ED7"/>
    <w:rsid w:val="009E6A87"/>
    <w:rsid w:val="00A01092"/>
    <w:rsid w:val="00A2022A"/>
    <w:rsid w:val="00A35FD9"/>
    <w:rsid w:val="00A470AD"/>
    <w:rsid w:val="00A50099"/>
    <w:rsid w:val="00A5143B"/>
    <w:rsid w:val="00A653DD"/>
    <w:rsid w:val="00A67D46"/>
    <w:rsid w:val="00A72A8D"/>
    <w:rsid w:val="00A75EF0"/>
    <w:rsid w:val="00A91110"/>
    <w:rsid w:val="00AA1B2F"/>
    <w:rsid w:val="00AA1F00"/>
    <w:rsid w:val="00AB3BE4"/>
    <w:rsid w:val="00AC3738"/>
    <w:rsid w:val="00AC7021"/>
    <w:rsid w:val="00AC7A2E"/>
    <w:rsid w:val="00AD1CE2"/>
    <w:rsid w:val="00AE1B18"/>
    <w:rsid w:val="00AF10D1"/>
    <w:rsid w:val="00AF669B"/>
    <w:rsid w:val="00B0786F"/>
    <w:rsid w:val="00B105C6"/>
    <w:rsid w:val="00B10BE5"/>
    <w:rsid w:val="00B41608"/>
    <w:rsid w:val="00B4446A"/>
    <w:rsid w:val="00B46D7A"/>
    <w:rsid w:val="00B47916"/>
    <w:rsid w:val="00B60D49"/>
    <w:rsid w:val="00B60E7C"/>
    <w:rsid w:val="00B61591"/>
    <w:rsid w:val="00B62604"/>
    <w:rsid w:val="00B66DFF"/>
    <w:rsid w:val="00B67AF0"/>
    <w:rsid w:val="00B71CEE"/>
    <w:rsid w:val="00B7258B"/>
    <w:rsid w:val="00B766B6"/>
    <w:rsid w:val="00B86285"/>
    <w:rsid w:val="00B9684B"/>
    <w:rsid w:val="00BA3DF8"/>
    <w:rsid w:val="00BA6F19"/>
    <w:rsid w:val="00BB7CE6"/>
    <w:rsid w:val="00BC2AFB"/>
    <w:rsid w:val="00BC656A"/>
    <w:rsid w:val="00BD3369"/>
    <w:rsid w:val="00BE40CF"/>
    <w:rsid w:val="00BE456E"/>
    <w:rsid w:val="00BE5533"/>
    <w:rsid w:val="00BE5C9A"/>
    <w:rsid w:val="00BF1C12"/>
    <w:rsid w:val="00BF74FF"/>
    <w:rsid w:val="00C00F0E"/>
    <w:rsid w:val="00C316F1"/>
    <w:rsid w:val="00C369A0"/>
    <w:rsid w:val="00C47463"/>
    <w:rsid w:val="00C501D1"/>
    <w:rsid w:val="00C53A3A"/>
    <w:rsid w:val="00C665DD"/>
    <w:rsid w:val="00C72F6B"/>
    <w:rsid w:val="00C80DF3"/>
    <w:rsid w:val="00C817CF"/>
    <w:rsid w:val="00C8535F"/>
    <w:rsid w:val="00C9070F"/>
    <w:rsid w:val="00C91922"/>
    <w:rsid w:val="00CA05B6"/>
    <w:rsid w:val="00CA3021"/>
    <w:rsid w:val="00CB6F8A"/>
    <w:rsid w:val="00CC3EAE"/>
    <w:rsid w:val="00CC75D8"/>
    <w:rsid w:val="00CD39E8"/>
    <w:rsid w:val="00CD4BA6"/>
    <w:rsid w:val="00CD4FE0"/>
    <w:rsid w:val="00CD73E5"/>
    <w:rsid w:val="00CE037B"/>
    <w:rsid w:val="00CF395E"/>
    <w:rsid w:val="00CF7781"/>
    <w:rsid w:val="00D03B8C"/>
    <w:rsid w:val="00D061EE"/>
    <w:rsid w:val="00D06AE4"/>
    <w:rsid w:val="00D11311"/>
    <w:rsid w:val="00D12331"/>
    <w:rsid w:val="00D1241E"/>
    <w:rsid w:val="00D16CC6"/>
    <w:rsid w:val="00D327F6"/>
    <w:rsid w:val="00D35A75"/>
    <w:rsid w:val="00D41F08"/>
    <w:rsid w:val="00D42DAA"/>
    <w:rsid w:val="00D46959"/>
    <w:rsid w:val="00D519DC"/>
    <w:rsid w:val="00D5453C"/>
    <w:rsid w:val="00D63D97"/>
    <w:rsid w:val="00D6625C"/>
    <w:rsid w:val="00D85317"/>
    <w:rsid w:val="00D85F29"/>
    <w:rsid w:val="00D913DF"/>
    <w:rsid w:val="00D9348E"/>
    <w:rsid w:val="00D93DAF"/>
    <w:rsid w:val="00DB083F"/>
    <w:rsid w:val="00DB7B1E"/>
    <w:rsid w:val="00DC4422"/>
    <w:rsid w:val="00DC6DBD"/>
    <w:rsid w:val="00DD2242"/>
    <w:rsid w:val="00DD26B1"/>
    <w:rsid w:val="00DD62AC"/>
    <w:rsid w:val="00DD65E2"/>
    <w:rsid w:val="00DD7382"/>
    <w:rsid w:val="00DE1882"/>
    <w:rsid w:val="00DE1E9D"/>
    <w:rsid w:val="00E03B2B"/>
    <w:rsid w:val="00E05FC5"/>
    <w:rsid w:val="00E154E1"/>
    <w:rsid w:val="00E15C24"/>
    <w:rsid w:val="00E16045"/>
    <w:rsid w:val="00E23F92"/>
    <w:rsid w:val="00E37A33"/>
    <w:rsid w:val="00E439CF"/>
    <w:rsid w:val="00E53104"/>
    <w:rsid w:val="00E564D5"/>
    <w:rsid w:val="00E63492"/>
    <w:rsid w:val="00E662F1"/>
    <w:rsid w:val="00E67D6B"/>
    <w:rsid w:val="00E72EC9"/>
    <w:rsid w:val="00E738E4"/>
    <w:rsid w:val="00E749D1"/>
    <w:rsid w:val="00E874BB"/>
    <w:rsid w:val="00EB3849"/>
    <w:rsid w:val="00EC73F8"/>
    <w:rsid w:val="00ED3146"/>
    <w:rsid w:val="00EE2C71"/>
    <w:rsid w:val="00EF24E0"/>
    <w:rsid w:val="00EF61AB"/>
    <w:rsid w:val="00F018EB"/>
    <w:rsid w:val="00F02DCA"/>
    <w:rsid w:val="00F06C58"/>
    <w:rsid w:val="00F11C04"/>
    <w:rsid w:val="00F14BC8"/>
    <w:rsid w:val="00F1626B"/>
    <w:rsid w:val="00F27E9C"/>
    <w:rsid w:val="00F301EE"/>
    <w:rsid w:val="00F3139B"/>
    <w:rsid w:val="00F37C31"/>
    <w:rsid w:val="00F43D71"/>
    <w:rsid w:val="00F54F33"/>
    <w:rsid w:val="00F71B47"/>
    <w:rsid w:val="00F749AE"/>
    <w:rsid w:val="00F75BD0"/>
    <w:rsid w:val="00F8060B"/>
    <w:rsid w:val="00F82A0D"/>
    <w:rsid w:val="00F91AA9"/>
    <w:rsid w:val="00F93C6B"/>
    <w:rsid w:val="00F964A6"/>
    <w:rsid w:val="00FA12BC"/>
    <w:rsid w:val="00FA25BE"/>
    <w:rsid w:val="00FA2C9F"/>
    <w:rsid w:val="00FB6E2C"/>
    <w:rsid w:val="00FC0F48"/>
    <w:rsid w:val="00FD10C7"/>
    <w:rsid w:val="00FF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4B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04BF"/>
    <w:pPr>
      <w:keepNext/>
      <w:jc w:val="center"/>
      <w:outlineLvl w:val="0"/>
    </w:pPr>
    <w:rPr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04BF"/>
    <w:pPr>
      <w:keepNext/>
      <w:outlineLvl w:val="1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04BF"/>
    <w:pPr>
      <w:keepNext/>
      <w:outlineLvl w:val="6"/>
    </w:pPr>
    <w:rPr>
      <w:rFonts w:ascii="Arial" w:hAnsi="Arial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04BF"/>
    <w:pPr>
      <w:keepNext/>
      <w:jc w:val="center"/>
      <w:outlineLvl w:val="7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673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673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673C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673C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6B04BF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0A673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6B04BF"/>
    <w:pPr>
      <w:jc w:val="center"/>
    </w:pPr>
    <w:rPr>
      <w:b/>
      <w:sz w:val="32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0A673C"/>
    <w:rPr>
      <w:rFonts w:asciiTheme="majorHAnsi" w:eastAsiaTheme="majorEastAsia" w:hAnsiTheme="majorHAnsi" w:cstheme="majorBidi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B04BF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673C"/>
    <w:rPr>
      <w:sz w:val="24"/>
      <w:szCs w:val="24"/>
    </w:rPr>
  </w:style>
  <w:style w:type="table" w:styleId="TableGrid">
    <w:name w:val="Table Grid"/>
    <w:basedOn w:val="TableNormal"/>
    <w:uiPriority w:val="99"/>
    <w:rsid w:val="00D41F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137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137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137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37D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05FC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05FC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msonormalcxspmiddle">
    <w:name w:val="msonormalcxspmiddle"/>
    <w:basedOn w:val="Normal"/>
    <w:uiPriority w:val="99"/>
    <w:rsid w:val="00B766B6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E564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6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49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2</Pages>
  <Words>209</Words>
  <Characters>1195</Characters>
  <Application>Microsoft Office Outlook</Application>
  <DocSecurity>0</DocSecurity>
  <Lines>0</Lines>
  <Paragraphs>0</Paragraphs>
  <ScaleCrop>false</ScaleCrop>
  <Company>transport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marina</dc:creator>
  <cp:keywords/>
  <dc:description/>
  <cp:lastModifiedBy>пользователь</cp:lastModifiedBy>
  <cp:revision>9</cp:revision>
  <cp:lastPrinted>2011-02-16T07:57:00Z</cp:lastPrinted>
  <dcterms:created xsi:type="dcterms:W3CDTF">2010-12-23T04:21:00Z</dcterms:created>
  <dcterms:modified xsi:type="dcterms:W3CDTF">2011-12-19T12:34:00Z</dcterms:modified>
</cp:coreProperties>
</file>